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7BA4BE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B20576">
        <w:rPr>
          <w:b/>
          <w:color w:val="FF5200" w:themeColor="accent2"/>
          <w:sz w:val="36"/>
          <w:szCs w:val="36"/>
        </w:rPr>
        <w:t>názvem „</w:t>
      </w:r>
      <w:r w:rsidR="00B20576" w:rsidRPr="00B20576">
        <w:rPr>
          <w:b/>
          <w:color w:val="FF5200" w:themeColor="accent2"/>
          <w:sz w:val="36"/>
          <w:szCs w:val="36"/>
        </w:rPr>
        <w:t>Náhradní revize NREV MVTV2</w:t>
      </w:r>
      <w:r w:rsidR="00AF21F9">
        <w:rPr>
          <w:b/>
          <w:color w:val="FF5200" w:themeColor="accent2"/>
          <w:sz w:val="36"/>
          <w:szCs w:val="36"/>
        </w:rPr>
        <w:t>.2</w:t>
      </w:r>
      <w:r w:rsidR="00E67F0D">
        <w:rPr>
          <w:b/>
          <w:color w:val="FF5200" w:themeColor="accent2"/>
          <w:sz w:val="36"/>
          <w:szCs w:val="36"/>
        </w:rPr>
        <w:t xml:space="preserve"> - 009</w:t>
      </w:r>
      <w:r w:rsidR="00B20576" w:rsidRPr="00B20576">
        <w:rPr>
          <w:b/>
          <w:color w:val="FF5200" w:themeColor="accent2"/>
          <w:sz w:val="36"/>
          <w:szCs w:val="36"/>
        </w:rPr>
        <w:t xml:space="preserve"> dle předpisu SŽ V1 - 2025</w:t>
      </w:r>
      <w:r w:rsidR="0031280B" w:rsidRPr="00B2057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č.j. (č.j. dokumentu </w:t>
      </w:r>
      <w:r w:rsidR="0031030C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>Výzvy</w:t>
      </w:r>
      <w:r w:rsidR="00E6656A" w:rsidRPr="00A134A1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k podání nabídky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commentRangeStart w:id="0" w:displacedByCustomXml="prev"/>
        <w:p w14:paraId="7F75895B" w14:textId="77777777" w:rsidR="00633D9C" w:rsidRDefault="00A93A74" w:rsidP="00130210">
          <w:pPr>
            <w:pStyle w:val="Obsah2"/>
          </w:pPr>
          <w:r>
            <w:t>Obsah</w:t>
          </w:r>
          <w:commentRangeEnd w:id="0"/>
          <w:r w:rsidR="002243A8">
            <w:rPr>
              <w:rStyle w:val="Odkaznakoment"/>
            </w:rPr>
            <w:commentReference w:id="0"/>
          </w:r>
        </w:p>
        <w:p w14:paraId="06ED9B69" w14:textId="727A3341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0D70BF8F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Pr="00E531D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1EAA9" w14:textId="6626A704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Pr="00E531D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4160F" w14:textId="3962A59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Pr="00E531D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0DEC" w14:textId="77CFEC5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Pr="00E531D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5F3B8" w14:textId="11C8237A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Pr="00E531D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</w:t>
            </w:r>
            <w:r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57769557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5012FD1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20576">
        <w:rPr>
          <w:rFonts w:eastAsia="Times New Roman" w:cs="Times New Roman"/>
          <w:lang w:eastAsia="cs-CZ"/>
        </w:rPr>
        <w:t>podlimitní sektorovou veřejnou zakázku</w:t>
      </w:r>
      <w:r w:rsidRPr="00B20576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67F0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67F0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57769558"/>
      <w:r>
        <w:lastRenderedPageBreak/>
        <w:t>Ceník</w:t>
      </w:r>
      <w:bookmarkEnd w:id="2"/>
    </w:p>
    <w:p w14:paraId="3E5E9B0F" w14:textId="03840B77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E0266">
        <w:rPr>
          <w:rStyle w:val="Siln"/>
          <w:b w:val="0"/>
          <w:bCs w:val="0"/>
          <w:highlight w:val="yellow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Pr="002072A0">
        <w:rPr>
          <w:rStyle w:val="Siln"/>
          <w:b w:val="0"/>
          <w:bCs w:val="0"/>
          <w:i/>
          <w:iCs/>
          <w:highlight w:val="yellow"/>
        </w:rPr>
        <w:t>X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1E0266">
        <w:rPr>
          <w:rStyle w:val="Siln"/>
          <w:b w:val="0"/>
          <w:bCs w:val="0"/>
          <w:i/>
          <w:iCs/>
          <w:highlight w:val="yellow"/>
        </w:rPr>
        <w:t>Závazného vzoru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7"/>
          <w:footerReference w:type="first" r:id="rId18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57769559"/>
      <w:r w:rsidRPr="006E5C6C"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9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57769560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57769562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Šorf David, Mgr." w:date="2020-06-25T08:38:00Z" w:initials="ŠDM">
    <w:p w14:paraId="1D9C55FF" w14:textId="77777777" w:rsidR="00A327CB" w:rsidRDefault="00A327CB">
      <w:pPr>
        <w:pStyle w:val="Textkomente"/>
      </w:pPr>
      <w:r>
        <w:rPr>
          <w:rStyle w:val="Odkaznakoment"/>
        </w:rPr>
        <w:annotationRef/>
      </w:r>
      <w:r>
        <w:t>po dokončení editace krycího listu aktualizovat obsah stisknutím tlačítka aktualizovat tabulku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D9C55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D9C55FF" w16cid:durableId="2767CF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1985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orf David, Mgr.">
    <w15:presenceInfo w15:providerId="AD" w15:userId="S-1-5-21-3656830906-3839017365-80349702-14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0E99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344E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0BF6"/>
    <w:rsid w:val="00AC1810"/>
    <w:rsid w:val="00AD056F"/>
    <w:rsid w:val="00AD2F9C"/>
    <w:rsid w:val="00AD6731"/>
    <w:rsid w:val="00AF21F9"/>
    <w:rsid w:val="00B15D0D"/>
    <w:rsid w:val="00B20576"/>
    <w:rsid w:val="00B3054C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853C4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67F0D"/>
    <w:rsid w:val="00E85D44"/>
    <w:rsid w:val="00EA68D7"/>
    <w:rsid w:val="00EB104F"/>
    <w:rsid w:val="00EC3CA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zakonyprolidi.cz/cs/2016-13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248</TotalTime>
  <Pages>8</Pages>
  <Words>1152</Words>
  <Characters>6799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Maršíková Iva</cp:lastModifiedBy>
  <cp:revision>39</cp:revision>
  <cp:lastPrinted>2023-10-05T09:40:00Z</cp:lastPrinted>
  <dcterms:created xsi:type="dcterms:W3CDTF">2023-08-21T11:49:00Z</dcterms:created>
  <dcterms:modified xsi:type="dcterms:W3CDTF">2025-01-22T09:36:00Z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